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3B86" w14:textId="6B5D8D38" w:rsidR="001B50EF" w:rsidRDefault="001B50EF" w:rsidP="003628BE">
      <w:pPr>
        <w:pStyle w:val="logo"/>
      </w:pPr>
    </w:p>
    <w:p w14:paraId="2F579FD9" w14:textId="0AEB35ED" w:rsidR="004526F4" w:rsidRPr="00D95F77" w:rsidRDefault="004526F4" w:rsidP="004526F4">
      <w:pPr>
        <w:spacing w:before="600" w:line="312" w:lineRule="auto"/>
        <w:jc w:val="center"/>
        <w:rPr>
          <w:rFonts w:cs="Arial"/>
          <w:b/>
          <w:bCs/>
          <w:i/>
          <w:iCs/>
          <w:sz w:val="24"/>
          <w:szCs w:val="24"/>
        </w:rPr>
      </w:pPr>
      <w:r w:rsidRPr="545AEAD4">
        <w:rPr>
          <w:rFonts w:cs="Arial"/>
          <w:b/>
          <w:bCs/>
          <w:i/>
          <w:iCs/>
          <w:sz w:val="24"/>
          <w:szCs w:val="24"/>
        </w:rPr>
        <w:t xml:space="preserve">Příloha č. </w:t>
      </w:r>
      <w:r>
        <w:rPr>
          <w:rFonts w:cs="Arial"/>
          <w:b/>
          <w:bCs/>
          <w:i/>
          <w:iCs/>
          <w:sz w:val="24"/>
          <w:szCs w:val="24"/>
        </w:rPr>
        <w:t>5</w:t>
      </w:r>
      <w:r w:rsidRPr="545AEAD4">
        <w:rPr>
          <w:rFonts w:cs="Arial"/>
          <w:b/>
          <w:bCs/>
          <w:i/>
          <w:iCs/>
          <w:sz w:val="24"/>
          <w:szCs w:val="24"/>
        </w:rPr>
        <w:t xml:space="preserve"> Smlouvy o zajištění sběru dat v akvakultuře za rok 2022</w:t>
      </w:r>
    </w:p>
    <w:p w14:paraId="58532B05" w14:textId="77777777" w:rsidR="005130B2" w:rsidRPr="005130B2" w:rsidRDefault="005130B2" w:rsidP="005130B2"/>
    <w:p w14:paraId="6F7F53DA" w14:textId="25BF6780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B378D4">
        <w:t>231</w:t>
      </w:r>
      <w:r w:rsidR="007F5E5E">
        <w:t>5</w:t>
      </w:r>
    </w:p>
    <w:p w14:paraId="02C0B9AD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369FCF7B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CB8A5DC" w14:textId="77777777" w:rsidTr="002C08B5">
        <w:trPr>
          <w:cantSplit/>
          <w:trHeight w:val="3119"/>
        </w:trPr>
        <w:tc>
          <w:tcPr>
            <w:tcW w:w="4258" w:type="dxa"/>
          </w:tcPr>
          <w:p w14:paraId="2BE76CEA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684A2592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0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7F9046B3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1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1"/>
          </w:p>
          <w:p w14:paraId="5CF53A1C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2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2"/>
          </w:p>
          <w:p w14:paraId="46C33264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49710796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3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03CD67E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08FD60D1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7B77D883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3FBA085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5EDE90B3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1B620B7B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B5F291B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4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42BFB37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7DFD780A" w14:textId="77777777" w:rsidTr="00681412">
        <w:tc>
          <w:tcPr>
            <w:tcW w:w="2500" w:type="pct"/>
          </w:tcPr>
          <w:p w14:paraId="4F551EE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0F8F0D4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7D943DB9" w14:textId="77777777" w:rsidTr="00681412">
        <w:tc>
          <w:tcPr>
            <w:tcW w:w="2500" w:type="pct"/>
          </w:tcPr>
          <w:p w14:paraId="7FF3259E" w14:textId="2EF9FAE0" w:rsidR="00681412" w:rsidRDefault="00C2227A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A1681C">
              <w:t>/20</w:t>
            </w:r>
            <w:r>
              <w:t xml:space="preserve">24  </w:t>
            </w:r>
          </w:p>
        </w:tc>
        <w:tc>
          <w:tcPr>
            <w:tcW w:w="2500" w:type="pct"/>
          </w:tcPr>
          <w:p w14:paraId="2DF726B2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3B10D1DA" w14:textId="77777777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6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6"/>
    </w:p>
    <w:p w14:paraId="0F4F648D" w14:textId="77777777" w:rsidR="00EE730F" w:rsidRDefault="00EE730F" w:rsidP="008D184E">
      <w:pPr>
        <w:pStyle w:val="pedmtakceptace"/>
      </w:pPr>
    </w:p>
    <w:p w14:paraId="73D12C38" w14:textId="367B6479" w:rsidR="00EE730F" w:rsidRDefault="00AD059C" w:rsidP="008D184E">
      <w:pPr>
        <w:pStyle w:val="pedmtakceptace"/>
      </w:pPr>
      <w:r w:rsidRPr="00BE499B">
        <w:t>Datum předání</w:t>
      </w:r>
      <w:r>
        <w:t xml:space="preserve"> díla/dílčího plnění do akceptačního řízení</w:t>
      </w:r>
      <w:r w:rsidRPr="00BE499B">
        <w:t xml:space="preserve">: </w:t>
      </w:r>
      <w:r w:rsidRPr="00BE499B"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7" w:name="datum_předání"/>
      <w:r w:rsidRPr="00BE499B">
        <w:instrText xml:space="preserve"> FORMTEXT </w:instrText>
      </w:r>
      <w:r w:rsidRPr="00BE499B">
        <w:fldChar w:fldCharType="separate"/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fldChar w:fldCharType="end"/>
      </w:r>
      <w:bookmarkEnd w:id="7"/>
    </w:p>
    <w:p w14:paraId="3A9A469F" w14:textId="36CA3E7D" w:rsidR="00EE730F" w:rsidRDefault="00EE730F" w:rsidP="008D184E">
      <w:pPr>
        <w:pStyle w:val="pedmtakceptace"/>
      </w:pPr>
    </w:p>
    <w:p w14:paraId="07CC14A9" w14:textId="77777777" w:rsidR="00AD059C" w:rsidRDefault="00AD059C" w:rsidP="008D184E">
      <w:pPr>
        <w:pStyle w:val="pedmtakceptace"/>
      </w:pPr>
    </w:p>
    <w:p w14:paraId="4B94195A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1A9EAF87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0B9D7880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"/>
            <w:r>
              <w:instrText xml:space="preserve"> FORMCHECKBOX </w:instrText>
            </w:r>
            <w:r w:rsidR="00CC6A4C">
              <w:fldChar w:fldCharType="separate"/>
            </w:r>
            <w:r>
              <w:fldChar w:fldCharType="end"/>
            </w:r>
            <w:bookmarkEnd w:id="8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33248212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3"/>
            <w:r>
              <w:instrText xml:space="preserve"> FORMCHECKBOX </w:instrText>
            </w:r>
            <w:r w:rsidR="00CC6A4C">
              <w:fldChar w:fldCharType="separate"/>
            </w:r>
            <w:r>
              <w:fldChar w:fldCharType="end"/>
            </w:r>
            <w:bookmarkEnd w:id="9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064A55A8" w14:textId="77777777" w:rsidTr="008D184E">
        <w:trPr>
          <w:trHeight w:val="865"/>
        </w:trPr>
        <w:tc>
          <w:tcPr>
            <w:tcW w:w="2444" w:type="pct"/>
          </w:tcPr>
          <w:p w14:paraId="54C0905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C6A4C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7A6EC361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C6A4C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6CC4B36B" w14:textId="77777777" w:rsidR="009D2F15" w:rsidRDefault="009D2F15" w:rsidP="009D2F15">
      <w:pPr>
        <w:pStyle w:val="mezera"/>
      </w:pPr>
    </w:p>
    <w:p w14:paraId="79FE806E" w14:textId="77777777" w:rsidR="00C2227A" w:rsidRDefault="00C2227A" w:rsidP="009D2F15">
      <w:pPr>
        <w:pStyle w:val="zvr-nedostatky"/>
      </w:pPr>
    </w:p>
    <w:p w14:paraId="51240236" w14:textId="0BDEB626" w:rsidR="00037333" w:rsidRDefault="00037333" w:rsidP="009D2F15">
      <w:pPr>
        <w:pStyle w:val="zvr-nedostatky"/>
      </w:pPr>
      <w:r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717FD017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75B2A6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536CC2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04264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40F42153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F5EF36C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8AD53D3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574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10DE1C5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0AF4E2F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74389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C685F4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197F6115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9B0D6C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AD5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2BE865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46BC15CE" w14:textId="77777777" w:rsidR="009D2F15" w:rsidRDefault="009D2F15" w:rsidP="009D2F15">
      <w:pPr>
        <w:pStyle w:val="mezera"/>
      </w:pPr>
    </w:p>
    <w:p w14:paraId="389D5C00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9B9E28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26C631F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03510B4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5C64BA08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4095056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182E8152" w14:textId="1F41A2A5" w:rsidR="00472389" w:rsidRDefault="00A0499C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  <w:t>Tento protokol je podepsán elektronicky pomocí uznávaných elektronických podpisů.</w:t>
      </w:r>
      <w:r>
        <w:rPr>
          <w:rStyle w:val="eop"/>
          <w:rFonts w:cs="Arial"/>
          <w:color w:val="000000"/>
          <w:sz w:val="20"/>
          <w:szCs w:val="20"/>
          <w:shd w:val="clear" w:color="auto" w:fill="FFFFFF"/>
        </w:rPr>
        <w:t> </w:t>
      </w:r>
    </w:p>
    <w:p w14:paraId="4672E4AE" w14:textId="40BBB7C2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C85716D" w14:textId="265D6EA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96A4FC9" w14:textId="2E83B36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D873B89" w14:textId="1803AF9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0731B60" w14:textId="3AEE199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B58053A" w14:textId="5ACD605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3F563B0" w14:textId="47FE235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B9F8B1C" w14:textId="32A8B9B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4C7C75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2A61576A" w14:textId="42BA6AFA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</w:p>
    <w:p w14:paraId="4040FAD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06A35C3D" w14:textId="2A3A6366" w:rsidR="00655FE5" w:rsidRPr="00655FE5" w:rsidRDefault="00655FE5" w:rsidP="008D184E">
      <w:pPr>
        <w:pStyle w:val="mezera"/>
        <w:rPr>
          <w:rStyle w:val="eop"/>
          <w:rFonts w:cs="Arial"/>
          <w:color w:val="000000"/>
          <w:szCs w:val="16"/>
          <w:shd w:val="clear" w:color="auto" w:fill="FFFFFF"/>
        </w:rPr>
      </w:pP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 xml:space="preserve">              Podpis zástupce zhotovitele</w:t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  <w:t>Podpis zástupce objednatele</w:t>
      </w:r>
    </w:p>
    <w:p w14:paraId="2278D50E" w14:textId="10924F35" w:rsidR="00655FE5" w:rsidRP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7F564EA" w14:textId="7C2D5BD7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3294A74" w14:textId="121A2E0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1641C42" w14:textId="489CCA6C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2A0554DC" w14:textId="77777777" w:rsidR="00B8531A" w:rsidRPr="002D4741" w:rsidRDefault="00B8531A" w:rsidP="00585D91">
      <w:pPr>
        <w:pStyle w:val="mezera"/>
      </w:pPr>
    </w:p>
    <w:sectPr w:rsidR="00B8531A" w:rsidRPr="002D4741" w:rsidSect="00856F5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B7B5" w14:textId="77777777" w:rsidR="0009787F" w:rsidRDefault="0009787F">
      <w:r>
        <w:separator/>
      </w:r>
    </w:p>
  </w:endnote>
  <w:endnote w:type="continuationSeparator" w:id="0">
    <w:p w14:paraId="4D1BDDFF" w14:textId="77777777" w:rsidR="0009787F" w:rsidRDefault="0009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1E43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00DFD6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4986CB64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1360" w14:textId="77777777" w:rsidR="00F34194" w:rsidRPr="00F34194" w:rsidRDefault="00CC6A4C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C59F" w14:textId="77777777" w:rsidR="0009787F" w:rsidRDefault="0009787F">
      <w:r>
        <w:separator/>
      </w:r>
    </w:p>
  </w:footnote>
  <w:footnote w:type="continuationSeparator" w:id="0">
    <w:p w14:paraId="0EC9CB08" w14:textId="77777777" w:rsidR="0009787F" w:rsidRDefault="0009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85F7" w14:textId="4065671D" w:rsidR="008D715C" w:rsidRDefault="00D44E90" w:rsidP="008D715C">
    <w:pPr>
      <w:pStyle w:val="Zhlav"/>
      <w:ind w:firstLine="0"/>
    </w:pPr>
    <w:r>
      <w:rPr>
        <w:noProof/>
      </w:rPr>
      <w:drawing>
        <wp:inline distT="0" distB="0" distL="0" distR="0" wp14:anchorId="0D31AA44" wp14:editId="455DA74E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15C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433C97" wp14:editId="4DFADC79">
              <wp:simplePos x="0" y="0"/>
              <wp:positionH relativeFrom="column">
                <wp:posOffset>3703605</wp:posOffset>
              </wp:positionH>
              <wp:positionV relativeFrom="paragraph">
                <wp:posOffset>80142</wp:posOffset>
              </wp:positionV>
              <wp:extent cx="2326640" cy="48514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485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58A44" w14:textId="63555E49" w:rsidR="008D715C" w:rsidRDefault="008D715C" w:rsidP="008D715C">
                          <w:pPr>
                            <w:ind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3C9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91.6pt;margin-top:6.3pt;width:183.2pt;height:3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" stroked="f">
              <v:textbox>
                <w:txbxContent>
                  <w:p w14:paraId="70758A44" w14:textId="63555E49" w:rsidR="008D715C" w:rsidRDefault="008D715C" w:rsidP="008D715C">
                    <w:pPr>
                      <w:ind w:firstLine="0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01E4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 w16cid:durableId="764231385">
    <w:abstractNumId w:val="1"/>
  </w:num>
  <w:num w:numId="2" w16cid:durableId="150801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07940"/>
    <w:rsid w:val="00023994"/>
    <w:rsid w:val="00037333"/>
    <w:rsid w:val="00037899"/>
    <w:rsid w:val="000634A5"/>
    <w:rsid w:val="00066EB4"/>
    <w:rsid w:val="00075C79"/>
    <w:rsid w:val="000970E1"/>
    <w:rsid w:val="0009787F"/>
    <w:rsid w:val="000B0BAD"/>
    <w:rsid w:val="000C3E6C"/>
    <w:rsid w:val="000D5C0B"/>
    <w:rsid w:val="000E4E9D"/>
    <w:rsid w:val="000E7A37"/>
    <w:rsid w:val="00122568"/>
    <w:rsid w:val="00144787"/>
    <w:rsid w:val="00145DB2"/>
    <w:rsid w:val="001648EE"/>
    <w:rsid w:val="001674E4"/>
    <w:rsid w:val="00171E96"/>
    <w:rsid w:val="00171FB2"/>
    <w:rsid w:val="00197B4A"/>
    <w:rsid w:val="001B50EF"/>
    <w:rsid w:val="001C2D8D"/>
    <w:rsid w:val="001E4F26"/>
    <w:rsid w:val="002160EC"/>
    <w:rsid w:val="0025119A"/>
    <w:rsid w:val="002635B1"/>
    <w:rsid w:val="00263A9A"/>
    <w:rsid w:val="002643A4"/>
    <w:rsid w:val="002858C0"/>
    <w:rsid w:val="002B2568"/>
    <w:rsid w:val="002C08B5"/>
    <w:rsid w:val="002C27C3"/>
    <w:rsid w:val="002D4741"/>
    <w:rsid w:val="002F4336"/>
    <w:rsid w:val="002F4847"/>
    <w:rsid w:val="00342465"/>
    <w:rsid w:val="003628BE"/>
    <w:rsid w:val="00363F97"/>
    <w:rsid w:val="003715D1"/>
    <w:rsid w:val="00391005"/>
    <w:rsid w:val="00392E86"/>
    <w:rsid w:val="0039751F"/>
    <w:rsid w:val="003A6030"/>
    <w:rsid w:val="003E797C"/>
    <w:rsid w:val="00424E3B"/>
    <w:rsid w:val="00445FDC"/>
    <w:rsid w:val="004526F4"/>
    <w:rsid w:val="00460587"/>
    <w:rsid w:val="00460DCF"/>
    <w:rsid w:val="00471570"/>
    <w:rsid w:val="00472389"/>
    <w:rsid w:val="004A1FD9"/>
    <w:rsid w:val="004B59BC"/>
    <w:rsid w:val="004B7E5B"/>
    <w:rsid w:val="004E12FE"/>
    <w:rsid w:val="004F01C4"/>
    <w:rsid w:val="004F01F0"/>
    <w:rsid w:val="005036CA"/>
    <w:rsid w:val="005130B2"/>
    <w:rsid w:val="00522433"/>
    <w:rsid w:val="00530914"/>
    <w:rsid w:val="00544F21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40E24"/>
    <w:rsid w:val="00655FE5"/>
    <w:rsid w:val="0066333E"/>
    <w:rsid w:val="00681412"/>
    <w:rsid w:val="006915B8"/>
    <w:rsid w:val="006B7D0E"/>
    <w:rsid w:val="006D329D"/>
    <w:rsid w:val="006D3F89"/>
    <w:rsid w:val="006E4202"/>
    <w:rsid w:val="007415D1"/>
    <w:rsid w:val="00760CB1"/>
    <w:rsid w:val="00772A6B"/>
    <w:rsid w:val="00786051"/>
    <w:rsid w:val="007A1D10"/>
    <w:rsid w:val="007C0842"/>
    <w:rsid w:val="007D3753"/>
    <w:rsid w:val="007E0582"/>
    <w:rsid w:val="007E1353"/>
    <w:rsid w:val="007F5E5E"/>
    <w:rsid w:val="00815C56"/>
    <w:rsid w:val="00823E9B"/>
    <w:rsid w:val="00856F5F"/>
    <w:rsid w:val="008C4CCE"/>
    <w:rsid w:val="008D184E"/>
    <w:rsid w:val="008D715C"/>
    <w:rsid w:val="00912A39"/>
    <w:rsid w:val="00914726"/>
    <w:rsid w:val="00922704"/>
    <w:rsid w:val="009355DC"/>
    <w:rsid w:val="0094198C"/>
    <w:rsid w:val="00950036"/>
    <w:rsid w:val="00981125"/>
    <w:rsid w:val="00984553"/>
    <w:rsid w:val="009A0E32"/>
    <w:rsid w:val="009D2F15"/>
    <w:rsid w:val="009E74AD"/>
    <w:rsid w:val="009F06E5"/>
    <w:rsid w:val="00A00708"/>
    <w:rsid w:val="00A0211A"/>
    <w:rsid w:val="00A0499C"/>
    <w:rsid w:val="00A1681C"/>
    <w:rsid w:val="00A20342"/>
    <w:rsid w:val="00A52F61"/>
    <w:rsid w:val="00A5489F"/>
    <w:rsid w:val="00A63DD1"/>
    <w:rsid w:val="00A7506B"/>
    <w:rsid w:val="00A92496"/>
    <w:rsid w:val="00A9738D"/>
    <w:rsid w:val="00AA0501"/>
    <w:rsid w:val="00AA4C81"/>
    <w:rsid w:val="00AB5886"/>
    <w:rsid w:val="00AD059C"/>
    <w:rsid w:val="00AD305D"/>
    <w:rsid w:val="00B126C9"/>
    <w:rsid w:val="00B365B6"/>
    <w:rsid w:val="00B378D4"/>
    <w:rsid w:val="00B46424"/>
    <w:rsid w:val="00B464DF"/>
    <w:rsid w:val="00B810A5"/>
    <w:rsid w:val="00B8531A"/>
    <w:rsid w:val="00B936D4"/>
    <w:rsid w:val="00BA1F11"/>
    <w:rsid w:val="00BD28A1"/>
    <w:rsid w:val="00BF69FC"/>
    <w:rsid w:val="00C07140"/>
    <w:rsid w:val="00C2227A"/>
    <w:rsid w:val="00C33467"/>
    <w:rsid w:val="00C43BAE"/>
    <w:rsid w:val="00C44CCE"/>
    <w:rsid w:val="00C45AA9"/>
    <w:rsid w:val="00C463A6"/>
    <w:rsid w:val="00C55582"/>
    <w:rsid w:val="00C57167"/>
    <w:rsid w:val="00C73210"/>
    <w:rsid w:val="00CA13EB"/>
    <w:rsid w:val="00CA4303"/>
    <w:rsid w:val="00CA454E"/>
    <w:rsid w:val="00CC1F3C"/>
    <w:rsid w:val="00CC5B53"/>
    <w:rsid w:val="00CC6A4C"/>
    <w:rsid w:val="00D14412"/>
    <w:rsid w:val="00D31057"/>
    <w:rsid w:val="00D36AE5"/>
    <w:rsid w:val="00D404B5"/>
    <w:rsid w:val="00D44E90"/>
    <w:rsid w:val="00D7510C"/>
    <w:rsid w:val="00D90921"/>
    <w:rsid w:val="00DA3B25"/>
    <w:rsid w:val="00DB2C25"/>
    <w:rsid w:val="00DB31C7"/>
    <w:rsid w:val="00DB4114"/>
    <w:rsid w:val="00E10828"/>
    <w:rsid w:val="00E203AF"/>
    <w:rsid w:val="00E33A63"/>
    <w:rsid w:val="00E55686"/>
    <w:rsid w:val="00E7236B"/>
    <w:rsid w:val="00E74133"/>
    <w:rsid w:val="00E85C7C"/>
    <w:rsid w:val="00EA7C28"/>
    <w:rsid w:val="00EC1B30"/>
    <w:rsid w:val="00EC36F8"/>
    <w:rsid w:val="00EE730F"/>
    <w:rsid w:val="00F23549"/>
    <w:rsid w:val="00F34194"/>
    <w:rsid w:val="00F41814"/>
    <w:rsid w:val="00F51E29"/>
    <w:rsid w:val="00F734D9"/>
    <w:rsid w:val="00F764B7"/>
    <w:rsid w:val="00F92FAE"/>
    <w:rsid w:val="00FB6187"/>
    <w:rsid w:val="00FB63D5"/>
    <w:rsid w:val="00FD1466"/>
    <w:rsid w:val="00FD576F"/>
    <w:rsid w:val="00FF4CAE"/>
    <w:rsid w:val="00FF71E5"/>
    <w:rsid w:val="0111C241"/>
    <w:rsid w:val="5BB1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  <w:style w:type="character" w:styleId="Odkaznakoment">
    <w:name w:val="annotation reference"/>
    <w:basedOn w:val="Standardnpsmoodstavce"/>
    <w:semiHidden/>
    <w:unhideWhenUsed/>
    <w:rsid w:val="008D71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D715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8D715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D71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D715C"/>
    <w:rPr>
      <w:rFonts w:ascii="Arial" w:hAnsi="Arial"/>
      <w:b/>
      <w:bCs/>
    </w:rPr>
  </w:style>
  <w:style w:type="character" w:customStyle="1" w:styleId="normaltextrun">
    <w:name w:val="normaltextrun"/>
    <w:basedOn w:val="Standardnpsmoodstavce"/>
    <w:rsid w:val="00A0499C"/>
  </w:style>
  <w:style w:type="character" w:customStyle="1" w:styleId="eop">
    <w:name w:val="eop"/>
    <w:basedOn w:val="Standardnpsmoodstavce"/>
    <w:rsid w:val="00A0499C"/>
  </w:style>
  <w:style w:type="paragraph" w:styleId="Revize">
    <w:name w:val="Revision"/>
    <w:hidden/>
    <w:uiPriority w:val="99"/>
    <w:semiHidden/>
    <w:rsid w:val="007D37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C8FDF39BECF94C871CA3D18DF2E15A" ma:contentTypeVersion="7" ma:contentTypeDescription="Vytvoří nový dokument" ma:contentTypeScope="" ma:versionID="1823e4950be4e7a415d2fc80f0cc22df">
  <xsd:schema xmlns:xsd="http://www.w3.org/2001/XMLSchema" xmlns:xs="http://www.w3.org/2001/XMLSchema" xmlns:p="http://schemas.microsoft.com/office/2006/metadata/properties" xmlns:ns2="2b1bc8c4-03fd-4995-bc5b-6ea8377678d9" targetNamespace="http://schemas.microsoft.com/office/2006/metadata/properties" ma:root="true" ma:fieldsID="008aa1fb33add9e16bc4e33326ff3017" ns2:_="">
    <xsd:import namespace="2b1bc8c4-03fd-4995-bc5b-6ea837767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bc8c4-03fd-4995-bc5b-6ea837767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7F4B3-DBE0-4F7D-B951-812F556E0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bc8c4-03fd-4995-bc5b-6ea837767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7</TotalTime>
  <Pages>2</Pages>
  <Words>151</Words>
  <Characters>1400</Characters>
  <Application>Microsoft Office Word</Application>
  <DocSecurity>0</DocSecurity>
  <Lines>11</Lines>
  <Paragraphs>3</Paragraphs>
  <ScaleCrop>false</ScaleCrop>
  <Company>ÚZEI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Buzek Tomáš</cp:lastModifiedBy>
  <cp:revision>10</cp:revision>
  <cp:lastPrinted>2008-09-11T14:11:00Z</cp:lastPrinted>
  <dcterms:created xsi:type="dcterms:W3CDTF">2023-11-24T14:31:00Z</dcterms:created>
  <dcterms:modified xsi:type="dcterms:W3CDTF">2023-12-14T06:39:00Z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0x01010099C8FDF39BECF94C871CA3D18DF2E15A</vt:lpwstr>
  </property>
  <property fmtid="{D5CDD505-2E9C-101B-9397-08002B2CF9AE}" pid="3" name="_dlc_DocIdItemGuid">
    <vt:lpwstr>f5769d94-48a7-4f21-a894-f25dec5f45d6</vt:lpwstr>
  </property>
</Properties>
</file>